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Pr="00937321" w:rsidRDefault="004F11FB" w:rsidP="00937321">
      <w:pPr>
        <w:pStyle w:val="Titlu1"/>
      </w:pPr>
      <w:r w:rsidRPr="00937321">
        <w:t>Fișa 0</w:t>
      </w:r>
      <w:r w:rsidR="00230446" w:rsidRPr="00937321">
        <w:t>3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EB25BB" w:rsidRPr="00937321">
        <w:t>instruc</w:t>
      </w:r>
      <w:r w:rsidR="00EB25BB" w:rsidRPr="00937321">
        <w:rPr>
          <w:rFonts w:ascii="Times New Roman" w:hAnsi="Times New Roman" w:cs="Times New Roman"/>
        </w:rPr>
        <w:t>ț</w:t>
      </w:r>
      <w:r w:rsidR="00E81A0A">
        <w:rPr>
          <w:rFonts w:cs="Cambria"/>
        </w:rPr>
        <w:t xml:space="preserve">iuni, </w:t>
      </w:r>
      <w:proofErr w:type="spellStart"/>
      <w:r w:rsidR="00E81A0A">
        <w:rPr>
          <w:rFonts w:cs="Cambria"/>
        </w:rPr>
        <w:t>matrici</w:t>
      </w:r>
      <w:proofErr w:type="spellEnd"/>
    </w:p>
    <w:p w:rsidR="00D05988" w:rsidRDefault="00EB25BB" w:rsidP="007C0A95">
      <w:pPr>
        <w:pStyle w:val="Listparagraf"/>
        <w:numPr>
          <w:ilvl w:val="0"/>
          <w:numId w:val="3"/>
        </w:numPr>
        <w:contextualSpacing w:val="0"/>
      </w:pPr>
      <w:r>
        <w:t>Determinați numerele prime dintr-un vector cu elemente citite de la tastatură.</w:t>
      </w:r>
    </w:p>
    <w:p w:rsidR="00AC4193" w:rsidRDefault="00AC4193" w:rsidP="00AC4193">
      <w:pPr>
        <w:pStyle w:val="Listparagraf"/>
        <w:numPr>
          <w:ilvl w:val="0"/>
          <w:numId w:val="3"/>
        </w:numPr>
        <w:contextualSpacing w:val="0"/>
      </w:pPr>
      <w:r>
        <w:t>Determinați numerele palindrom dintr-un vector cu elemente citite de la tastatură si afisati cate sunt in total (daca nu exista se va afisa mesajul „NU EXISTA”).</w:t>
      </w:r>
    </w:p>
    <w:p w:rsidR="002D67F9" w:rsidRDefault="00EB25BB" w:rsidP="002D67F9">
      <w:pPr>
        <w:pStyle w:val="Listparagraf"/>
        <w:numPr>
          <w:ilvl w:val="0"/>
          <w:numId w:val="3"/>
        </w:numPr>
        <w:contextualSpacing w:val="0"/>
      </w:pPr>
      <w:r>
        <w:t xml:space="preserve">Determinați maximul a </w:t>
      </w:r>
      <w:r w:rsidR="008156CE">
        <w:t>4</w:t>
      </w:r>
      <w:r>
        <w:t xml:space="preserve"> numere citite de la tastatură.</w:t>
      </w:r>
      <w:r w:rsidR="002D67F9" w:rsidRPr="002D67F9">
        <w:t xml:space="preserve"> </w:t>
      </w:r>
    </w:p>
    <w:p w:rsidR="00EB25BB" w:rsidRDefault="002D67F9" w:rsidP="002D67F9">
      <w:pPr>
        <w:pStyle w:val="Listparagraf"/>
        <w:numPr>
          <w:ilvl w:val="0"/>
          <w:numId w:val="3"/>
        </w:numPr>
        <w:contextualSpacing w:val="0"/>
      </w:pPr>
      <w:r>
        <w:t>Citiți un număr natural de la tastatură. Dacă este 1 se va afișa „Luni”, dacă este 2 se va afișa „Marți” ș.a.m.d. până la 7, pentru care se va afișa „Duminică”. Dacă se introduce un număr mai mare ca 7 se va afișa mesajul „Incorect”.</w:t>
      </w:r>
      <w:bookmarkStart w:id="0" w:name="_GoBack"/>
      <w:bookmarkEnd w:id="0"/>
    </w:p>
    <w:p w:rsidR="003B454E" w:rsidRDefault="009F7552" w:rsidP="007C0A95">
      <w:pPr>
        <w:pStyle w:val="Listparagraf"/>
        <w:numPr>
          <w:ilvl w:val="0"/>
          <w:numId w:val="3"/>
        </w:numPr>
        <w:contextualSpacing w:val="0"/>
      </w:pPr>
      <w:r>
        <w:t>Determinați media aritmetică a elementelor de pe diagonala principală a unei matrice de numere întregi.</w:t>
      </w:r>
    </w:p>
    <w:p w:rsidR="009F7552" w:rsidRDefault="009F7552" w:rsidP="007C0A95">
      <w:pPr>
        <w:pStyle w:val="Listparagraf"/>
        <w:numPr>
          <w:ilvl w:val="0"/>
          <w:numId w:val="3"/>
        </w:numPr>
        <w:contextualSpacing w:val="0"/>
      </w:pPr>
      <w:r>
        <w:t>Se dă o matrice A(n, m). Determinați numărul de valori pozitive din matrice.</w:t>
      </w:r>
    </w:p>
    <w:p w:rsidR="002D67F9" w:rsidRPr="004F11FB" w:rsidRDefault="002D67F9" w:rsidP="00901506">
      <w:pPr>
        <w:pStyle w:val="Listparagraf"/>
        <w:ind w:left="0"/>
        <w:contextualSpacing w:val="0"/>
      </w:pPr>
    </w:p>
    <w:sectPr w:rsidR="002D67F9" w:rsidRPr="004F11FB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FC8" w:rsidRDefault="00403FC8" w:rsidP="004F11FB">
      <w:pPr>
        <w:spacing w:before="0" w:after="0"/>
      </w:pPr>
      <w:r>
        <w:separator/>
      </w:r>
    </w:p>
  </w:endnote>
  <w:endnote w:type="continuationSeparator" w:id="0">
    <w:p w:rsidR="00403FC8" w:rsidRDefault="00403FC8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F11FB">
    <w:pPr>
      <w:pStyle w:val="Subsol"/>
      <w:rPr>
        <w:i/>
        <w:color w:val="808080" w:themeColor="background1" w:themeShade="80"/>
      </w:rPr>
    </w:pPr>
    <w:r w:rsidRPr="007C0A95">
      <w:rPr>
        <w:i/>
        <w:color w:val="808080" w:themeColor="background1" w:themeShade="80"/>
      </w:rPr>
      <w:tab/>
      <w:t xml:space="preserve">Pagina </w:t>
    </w:r>
    <w:r w:rsidR="00D25EA5" w:rsidRPr="007C0A95">
      <w:rPr>
        <w:i/>
        <w:color w:val="808080" w:themeColor="background1" w:themeShade="80"/>
      </w:rPr>
      <w:fldChar w:fldCharType="begin"/>
    </w:r>
    <w:r w:rsidRPr="007C0A95">
      <w:rPr>
        <w:i/>
        <w:color w:val="808080" w:themeColor="background1" w:themeShade="80"/>
      </w:rPr>
      <w:instrText xml:space="preserve"> PAGE   \* MERGEFORMAT </w:instrText>
    </w:r>
    <w:r w:rsidR="00D25EA5" w:rsidRPr="007C0A95">
      <w:rPr>
        <w:i/>
        <w:color w:val="808080" w:themeColor="background1" w:themeShade="80"/>
      </w:rPr>
      <w:fldChar w:fldCharType="separate"/>
    </w:r>
    <w:r w:rsidR="00E81A0A">
      <w:rPr>
        <w:i/>
        <w:noProof/>
        <w:color w:val="808080" w:themeColor="background1" w:themeShade="80"/>
      </w:rPr>
      <w:t>1</w:t>
    </w:r>
    <w:r w:rsidR="00D25EA5" w:rsidRPr="007C0A95">
      <w:rPr>
        <w:i/>
        <w:noProof/>
        <w:color w:val="808080" w:themeColor="background1" w:themeShade="80"/>
      </w:rPr>
      <w:fldChar w:fldCharType="end"/>
    </w:r>
    <w:r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E81A0A" w:rsidRPr="00E81A0A">
        <w:rPr>
          <w:i/>
          <w:noProof/>
          <w:color w:val="808080" w:themeColor="background1" w:themeShade="8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FC8" w:rsidRDefault="00403FC8" w:rsidP="004F11FB">
      <w:pPr>
        <w:spacing w:before="0" w:after="0"/>
      </w:pPr>
      <w:r>
        <w:separator/>
      </w:r>
    </w:p>
  </w:footnote>
  <w:footnote w:type="continuationSeparator" w:id="0">
    <w:p w:rsidR="00403FC8" w:rsidRDefault="00403FC8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4F11FB">
    <w:pPr>
      <w:pStyle w:val="Antet"/>
      <w:rPr>
        <w:i/>
        <w:color w:val="808080" w:themeColor="background1" w:themeShade="80"/>
      </w:rPr>
    </w:pPr>
    <w:r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5BB" w:rsidRDefault="00EB25BB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B54"/>
    <w:rsid w:val="000649A5"/>
    <w:rsid w:val="00090590"/>
    <w:rsid w:val="000F1B54"/>
    <w:rsid w:val="001630B9"/>
    <w:rsid w:val="00212844"/>
    <w:rsid w:val="00230446"/>
    <w:rsid w:val="002633AC"/>
    <w:rsid w:val="002D67F9"/>
    <w:rsid w:val="00363B17"/>
    <w:rsid w:val="003B454E"/>
    <w:rsid w:val="003D3DE6"/>
    <w:rsid w:val="00403FC8"/>
    <w:rsid w:val="00435EDE"/>
    <w:rsid w:val="00481B31"/>
    <w:rsid w:val="004B3CB4"/>
    <w:rsid w:val="004F11FB"/>
    <w:rsid w:val="006B5CC1"/>
    <w:rsid w:val="00746166"/>
    <w:rsid w:val="007A38FB"/>
    <w:rsid w:val="007C0A95"/>
    <w:rsid w:val="007E3620"/>
    <w:rsid w:val="007E4030"/>
    <w:rsid w:val="008156CE"/>
    <w:rsid w:val="00821FC0"/>
    <w:rsid w:val="0082545A"/>
    <w:rsid w:val="00885E9B"/>
    <w:rsid w:val="008C027A"/>
    <w:rsid w:val="008C6307"/>
    <w:rsid w:val="008D2094"/>
    <w:rsid w:val="00901506"/>
    <w:rsid w:val="00937321"/>
    <w:rsid w:val="009F7552"/>
    <w:rsid w:val="00AC4193"/>
    <w:rsid w:val="00B031FB"/>
    <w:rsid w:val="00C94B2A"/>
    <w:rsid w:val="00CA31E3"/>
    <w:rsid w:val="00CB7FC6"/>
    <w:rsid w:val="00CD59E6"/>
    <w:rsid w:val="00D05988"/>
    <w:rsid w:val="00D25EA5"/>
    <w:rsid w:val="00D66572"/>
    <w:rsid w:val="00E459FA"/>
    <w:rsid w:val="00E81A0A"/>
    <w:rsid w:val="00EA49D7"/>
    <w:rsid w:val="00EB25BB"/>
    <w:rsid w:val="00EB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Nod">
    <w:name w:val="NrNod"/>
    <w:basedOn w:val="Listparagraf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Fontdeparagrafimplicit"/>
    <w:link w:val="NrNod"/>
    <w:rsid w:val="002633AC"/>
    <w:rPr>
      <w:rFonts w:ascii="Calibri" w:hAnsi="Calibri"/>
      <w:sz w:val="18"/>
    </w:rPr>
  </w:style>
  <w:style w:type="paragraph" w:styleId="Listparagraf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Titlu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Titlu1Caracter">
    <w:name w:val="Titlu 1 Caracter"/>
    <w:basedOn w:val="Fontdeparagrafimplicit"/>
    <w:link w:val="Titlu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EA319ED-F909-4285-A3A8-D8A4D4705C9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Guest</cp:lastModifiedBy>
  <cp:revision>2</cp:revision>
  <cp:lastPrinted>2013-09-19T07:08:00Z</cp:lastPrinted>
  <dcterms:created xsi:type="dcterms:W3CDTF">2016-09-27T06:12:00Z</dcterms:created>
  <dcterms:modified xsi:type="dcterms:W3CDTF">2016-09-27T06:12:00Z</dcterms:modified>
</cp:coreProperties>
</file>